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9A" w:rsidRPr="00A60B37" w:rsidRDefault="00275E9A">
      <w:pPr>
        <w:widowControl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A60B37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Pr="00A60B37">
        <w:rPr>
          <w:rFonts w:ascii="黑体" w:eastAsia="黑体" w:hAnsi="宋体" w:cs="宋体"/>
          <w:kern w:val="0"/>
          <w:sz w:val="32"/>
          <w:szCs w:val="32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0"/>
        <w:gridCol w:w="781"/>
        <w:gridCol w:w="281"/>
        <w:gridCol w:w="285"/>
        <w:gridCol w:w="136"/>
        <w:gridCol w:w="290"/>
        <w:gridCol w:w="136"/>
        <w:gridCol w:w="24"/>
        <w:gridCol w:w="537"/>
        <w:gridCol w:w="213"/>
        <w:gridCol w:w="77"/>
        <w:gridCol w:w="286"/>
        <w:gridCol w:w="419"/>
        <w:gridCol w:w="150"/>
        <w:gridCol w:w="290"/>
        <w:gridCol w:w="336"/>
        <w:gridCol w:w="520"/>
        <w:gridCol w:w="128"/>
        <w:gridCol w:w="141"/>
        <w:gridCol w:w="56"/>
        <w:gridCol w:w="373"/>
        <w:gridCol w:w="573"/>
        <w:gridCol w:w="136"/>
        <w:gridCol w:w="138"/>
        <w:gridCol w:w="1326"/>
      </w:tblGrid>
      <w:tr w:rsidR="00275E9A" w:rsidRPr="00330DBD" w:rsidTr="00A60B37">
        <w:trPr>
          <w:trHeight w:val="789"/>
        </w:trPr>
        <w:tc>
          <w:tcPr>
            <w:tcW w:w="5000" w:type="pct"/>
            <w:gridSpan w:val="25"/>
            <w:tcBorders>
              <w:top w:val="nil"/>
              <w:left w:val="nil"/>
              <w:right w:val="nil"/>
            </w:tcBorders>
            <w:vAlign w:val="center"/>
          </w:tcPr>
          <w:p w:rsidR="00275E9A" w:rsidRPr="00A60B37" w:rsidRDefault="00275E9A" w:rsidP="00A60B3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b/>
                <w:kern w:val="0"/>
                <w:sz w:val="44"/>
                <w:szCs w:val="44"/>
              </w:rPr>
            </w:pPr>
            <w:r w:rsidRPr="004E4A97">
              <w:rPr>
                <w:rFonts w:ascii="方正小标宋简体" w:eastAsia="方正小标宋简体" w:hAnsi="方正小标宋简体" w:cs="方正小标宋简体" w:hint="eastAsia"/>
                <w:b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 w:rsidR="00275E9A" w:rsidRPr="00330DBD" w:rsidTr="00A60B37">
        <w:trPr>
          <w:trHeight w:hRule="exact" w:val="552"/>
        </w:trPr>
        <w:tc>
          <w:tcPr>
            <w:tcW w:w="522" w:type="pct"/>
            <w:vMerge w:val="restart"/>
            <w:vAlign w:val="center"/>
          </w:tcPr>
          <w:p w:rsidR="00275E9A" w:rsidRPr="00330DBD" w:rsidRDefault="00275E9A" w:rsidP="00A60B37">
            <w:pPr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458" w:type="pct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662" w:type="pct"/>
            <w:gridSpan w:val="5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4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性别</w:t>
            </w:r>
          </w:p>
        </w:tc>
        <w:tc>
          <w:tcPr>
            <w:tcW w:w="459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5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496" w:type="pct"/>
            <w:gridSpan w:val="4"/>
          </w:tcPr>
          <w:p w:rsidR="00275E9A" w:rsidRPr="00330DBD" w:rsidRDefault="00275E9A" w:rsidP="00275E9A">
            <w:pPr>
              <w:spacing w:line="500" w:lineRule="exact"/>
              <w:ind w:firstLineChars="200" w:firstLine="31680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岁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岁</w:t>
            </w:r>
          </w:p>
        </w:tc>
        <w:tc>
          <w:tcPr>
            <w:tcW w:w="635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联系电话</w:t>
            </w:r>
          </w:p>
        </w:tc>
        <w:tc>
          <w:tcPr>
            <w:tcW w:w="859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275E9A" w:rsidRPr="00330DBD" w:rsidTr="00A60B37">
        <w:trPr>
          <w:trHeight w:hRule="exact" w:val="560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rFonts w:ascii="仿宋_GB2312" w:eastAsia="仿宋_GB2312" w:cs="仿宋_GB2312"/>
              </w:rPr>
            </w:pPr>
          </w:p>
        </w:tc>
        <w:tc>
          <w:tcPr>
            <w:tcW w:w="623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164" w:type="pct"/>
            <w:gridSpan w:val="9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01" w:type="pct"/>
            <w:gridSpan w:val="4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  <w:tc>
          <w:tcPr>
            <w:tcW w:w="1990" w:type="pct"/>
            <w:gridSpan w:val="9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275E9A" w:rsidRPr="00330DBD" w:rsidTr="00A60B37">
        <w:trPr>
          <w:trHeight w:hRule="exact" w:val="426"/>
        </w:trPr>
        <w:tc>
          <w:tcPr>
            <w:tcW w:w="522" w:type="pct"/>
            <w:vMerge w:val="restart"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  <w:r w:rsidRPr="00330DBD">
              <w:rPr>
                <w:rFonts w:ascii="仿宋_GB2312" w:eastAsia="仿宋_GB2312" w:cs="仿宋_GB2312" w:hint="eastAsia"/>
              </w:rPr>
              <w:t>家庭成员信息</w:t>
            </w:r>
          </w:p>
        </w:tc>
        <w:tc>
          <w:tcPr>
            <w:tcW w:w="623" w:type="pct"/>
            <w:gridSpan w:val="2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417" w:type="pct"/>
            <w:gridSpan w:val="3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747" w:type="pct"/>
            <w:gridSpan w:val="6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与户主关系</w:t>
            </w:r>
          </w:p>
        </w:tc>
        <w:tc>
          <w:tcPr>
            <w:tcW w:w="1081" w:type="pct"/>
            <w:gridSpan w:val="6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609" w:type="pct"/>
            <w:gridSpan w:val="7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</w:tr>
      <w:tr w:rsidR="00275E9A" w:rsidRPr="00330DBD" w:rsidTr="00A60B37">
        <w:trPr>
          <w:trHeight w:hRule="exact" w:val="419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081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275E9A" w:rsidRPr="00330DBD" w:rsidTr="00A60B37">
        <w:trPr>
          <w:trHeight w:hRule="exact" w:val="424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275E9A" w:rsidRPr="00330DBD" w:rsidTr="00A60B37">
        <w:trPr>
          <w:trHeight w:hRule="exact" w:val="435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275E9A" w:rsidRPr="00330DBD" w:rsidTr="00A60B37">
        <w:trPr>
          <w:trHeight w:val="396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417" w:type="pct"/>
            <w:gridSpan w:val="3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47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081" w:type="pct"/>
            <w:gridSpan w:val="6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609" w:type="pct"/>
            <w:gridSpan w:val="7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275E9A" w:rsidRPr="00330DBD" w:rsidTr="00A60B37">
        <w:trPr>
          <w:trHeight w:val="466"/>
        </w:trPr>
        <w:tc>
          <w:tcPr>
            <w:tcW w:w="522" w:type="pct"/>
            <w:vMerge w:val="restart"/>
            <w:vAlign w:val="center"/>
          </w:tcPr>
          <w:p w:rsidR="00275E9A" w:rsidRPr="00330DBD" w:rsidRDefault="00275E9A" w:rsidP="00A60B37"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现宅基地及农房情况</w:t>
            </w:r>
          </w:p>
        </w:tc>
        <w:tc>
          <w:tcPr>
            <w:tcW w:w="790" w:type="pct"/>
            <w:gridSpan w:val="3"/>
            <w:vAlign w:val="center"/>
          </w:tcPr>
          <w:p w:rsidR="00275E9A" w:rsidRPr="00330DBD" w:rsidRDefault="00275E9A" w:rsidP="00A60B37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659" w:type="pct"/>
            <w:gridSpan w:val="5"/>
            <w:vAlign w:val="center"/>
          </w:tcPr>
          <w:p w:rsidR="00275E9A" w:rsidRPr="00330DBD" w:rsidRDefault="00275E9A" w:rsidP="00A60B37"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 w:rsidRPr="00330DBD">
              <w:rPr>
                <w:rFonts w:ascii="仿宋_GB2312" w:eastAsia="仿宋_GB2312" w:cs="仿宋_GB2312"/>
                <w:sz w:val="32"/>
                <w:szCs w:val="32"/>
              </w:rPr>
              <w:t xml:space="preserve">    </w:t>
            </w: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2" w:type="pct"/>
            <w:gridSpan w:val="5"/>
            <w:vAlign w:val="center"/>
          </w:tcPr>
          <w:p w:rsidR="00275E9A" w:rsidRPr="00330DBD" w:rsidRDefault="00275E9A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建筑面积</w:t>
            </w:r>
          </w:p>
        </w:tc>
        <w:tc>
          <w:tcPr>
            <w:tcW w:w="672" w:type="pct"/>
            <w:gridSpan w:val="3"/>
            <w:vAlign w:val="center"/>
          </w:tcPr>
          <w:p w:rsidR="00275E9A" w:rsidRPr="00330DBD" w:rsidRDefault="00275E9A" w:rsidP="00275E9A">
            <w:pPr>
              <w:spacing w:line="400" w:lineRule="exact"/>
              <w:ind w:firstLineChars="350" w:firstLine="31680"/>
              <w:jc w:val="lef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46" w:type="pct"/>
            <w:gridSpan w:val="5"/>
            <w:vAlign w:val="center"/>
          </w:tcPr>
          <w:p w:rsidR="00275E9A" w:rsidRPr="00330DBD" w:rsidRDefault="00275E9A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权属证书号</w:t>
            </w:r>
          </w:p>
        </w:tc>
        <w:tc>
          <w:tcPr>
            <w:tcW w:w="939" w:type="pct"/>
            <w:gridSpan w:val="3"/>
            <w:vAlign w:val="center"/>
          </w:tcPr>
          <w:p w:rsidR="00275E9A" w:rsidRPr="00330DBD" w:rsidRDefault="00275E9A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275E9A" w:rsidRPr="00330DBD" w:rsidTr="00A60B37">
        <w:trPr>
          <w:trHeight w:hRule="exact" w:val="430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rPr>
                <w:sz w:val="20"/>
              </w:rPr>
            </w:pPr>
          </w:p>
        </w:tc>
        <w:tc>
          <w:tcPr>
            <w:tcW w:w="1134" w:type="pct"/>
            <w:gridSpan w:val="7"/>
            <w:vAlign w:val="center"/>
          </w:tcPr>
          <w:p w:rsidR="00275E9A" w:rsidRPr="00330DBD" w:rsidRDefault="00275E9A" w:rsidP="00A60B37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现宅基地处置情况</w:t>
            </w:r>
          </w:p>
        </w:tc>
        <w:tc>
          <w:tcPr>
            <w:tcW w:w="3344" w:type="pct"/>
            <w:gridSpan w:val="17"/>
            <w:vAlign w:val="center"/>
          </w:tcPr>
          <w:p w:rsidR="00275E9A" w:rsidRPr="00330DBD" w:rsidRDefault="00275E9A" w:rsidP="00A60B37"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1.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保留（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）；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2.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退给村集体；</w:t>
            </w:r>
            <w:r w:rsidRPr="00330DBD">
              <w:rPr>
                <w:rFonts w:ascii="仿宋_GB2312" w:eastAsia="仿宋_GB2312" w:cs="仿宋_GB2312"/>
                <w:szCs w:val="21"/>
              </w:rPr>
              <w:t>3.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其他（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   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）</w:t>
            </w:r>
          </w:p>
        </w:tc>
      </w:tr>
      <w:tr w:rsidR="00275E9A" w:rsidRPr="00330DBD" w:rsidTr="00A60B37">
        <w:trPr>
          <w:trHeight w:val="385"/>
        </w:trPr>
        <w:tc>
          <w:tcPr>
            <w:tcW w:w="522" w:type="pct"/>
            <w:vMerge w:val="restart"/>
            <w:vAlign w:val="center"/>
          </w:tcPr>
          <w:p w:rsidR="00275E9A" w:rsidRPr="00330DBD" w:rsidRDefault="00275E9A" w:rsidP="00A60B37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330DBD">
              <w:rPr>
                <w:rFonts w:ascii="仿宋_GB2312" w:eastAsia="仿宋_GB2312" w:cs="仿宋_GB2312" w:hint="eastAsia"/>
              </w:rPr>
              <w:t>拟申请宅基地及建房（规划许可）情况</w:t>
            </w:r>
          </w:p>
        </w:tc>
        <w:tc>
          <w:tcPr>
            <w:tcW w:w="790" w:type="pct"/>
            <w:gridSpan w:val="3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1501" w:type="pct"/>
            <w:gridSpan w:val="11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912" w:type="pct"/>
            <w:gridSpan w:val="6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房基占地面积</w:t>
            </w:r>
          </w:p>
        </w:tc>
        <w:tc>
          <w:tcPr>
            <w:tcW w:w="1275" w:type="pct"/>
            <w:gridSpan w:val="4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       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 w:rsidR="00275E9A" w:rsidRPr="00330DBD" w:rsidTr="00A60B37">
        <w:trPr>
          <w:trHeight w:val="385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 w:rsidR="00275E9A" w:rsidRPr="00330DBD" w:rsidRDefault="00275E9A" w:rsidP="00A60B37"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地址</w:t>
            </w:r>
          </w:p>
        </w:tc>
        <w:tc>
          <w:tcPr>
            <w:tcW w:w="4020" w:type="pct"/>
            <w:gridSpan w:val="23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 w:rsidR="00275E9A" w:rsidRPr="00330DBD" w:rsidTr="00A60B37">
        <w:trPr>
          <w:trHeight w:val="410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restart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2493" w:type="pct"/>
            <w:gridSpan w:val="17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330DBD">
              <w:rPr>
                <w:rFonts w:ascii="仿宋_GB2312" w:eastAsia="仿宋_GB2312" w:cs="仿宋_GB2312" w:hint="eastAsia"/>
              </w:rPr>
              <w:t>东至</w:t>
            </w:r>
            <w:r w:rsidRPr="00330DBD">
              <w:rPr>
                <w:rFonts w:ascii="仿宋_GB2312" w:eastAsia="仿宋_GB2312" w:cs="仿宋_GB2312"/>
              </w:rPr>
              <w:t xml:space="preserve">:              </w:t>
            </w:r>
            <w:r w:rsidRPr="00330DBD">
              <w:rPr>
                <w:rFonts w:ascii="仿宋_GB2312" w:eastAsia="仿宋_GB2312" w:cs="仿宋_GB2312" w:hint="eastAsia"/>
              </w:rPr>
              <w:t>南至</w:t>
            </w:r>
            <w:r w:rsidRPr="00330DBD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1527" w:type="pct"/>
            <w:gridSpan w:val="6"/>
            <w:vMerge w:val="restart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建房类型：</w:t>
            </w:r>
            <w:r w:rsidRPr="00330DBD">
              <w:rPr>
                <w:rFonts w:ascii="仿宋_GB2312" w:eastAsia="仿宋_GB2312" w:cs="仿宋_GB2312"/>
              </w:rPr>
              <w:t>1.</w:t>
            </w:r>
            <w:r w:rsidRPr="00330DBD">
              <w:rPr>
                <w:rFonts w:ascii="仿宋_GB2312" w:eastAsia="仿宋_GB2312" w:cs="仿宋_GB2312" w:hint="eastAsia"/>
              </w:rPr>
              <w:t>原址翻建</w:t>
            </w:r>
            <w:r w:rsidRPr="00330DBD">
              <w:rPr>
                <w:rFonts w:ascii="仿宋_GB2312" w:eastAsia="仿宋_GB2312" w:cs="仿宋_GB2312"/>
              </w:rPr>
              <w:t xml:space="preserve">    </w:t>
            </w:r>
          </w:p>
          <w:p w:rsidR="00275E9A" w:rsidRPr="00330DBD" w:rsidRDefault="00275E9A" w:rsidP="00275E9A">
            <w:pPr>
              <w:spacing w:line="380" w:lineRule="exact"/>
              <w:ind w:firstLineChars="500" w:firstLine="31680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2.</w:t>
            </w:r>
            <w:r w:rsidRPr="00330DBD">
              <w:rPr>
                <w:rFonts w:ascii="仿宋_GB2312" w:eastAsia="仿宋_GB2312" w:cs="仿宋_GB2312" w:hint="eastAsia"/>
              </w:rPr>
              <w:t>改扩建</w:t>
            </w:r>
            <w:r w:rsidRPr="00330DBD">
              <w:rPr>
                <w:rFonts w:ascii="仿宋_GB2312" w:eastAsia="仿宋_GB2312" w:cs="仿宋_GB2312"/>
              </w:rPr>
              <w:t xml:space="preserve"> </w:t>
            </w:r>
          </w:p>
          <w:p w:rsidR="00275E9A" w:rsidRPr="00330DBD" w:rsidRDefault="00275E9A" w:rsidP="00275E9A">
            <w:pPr>
              <w:spacing w:line="380" w:lineRule="exact"/>
              <w:ind w:firstLineChars="500" w:firstLine="31680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3.</w:t>
            </w:r>
            <w:r w:rsidRPr="00330DBD">
              <w:rPr>
                <w:rFonts w:ascii="仿宋_GB2312" w:eastAsia="仿宋_GB2312" w:cs="仿宋_GB2312" w:hint="eastAsia"/>
              </w:rPr>
              <w:t>异址新建</w:t>
            </w:r>
          </w:p>
        </w:tc>
      </w:tr>
      <w:tr w:rsidR="00275E9A" w:rsidRPr="00330DBD" w:rsidTr="00A60B37">
        <w:trPr>
          <w:trHeight w:val="474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/>
            <w:vAlign w:val="center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2493" w:type="pct"/>
            <w:gridSpan w:val="17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西至</w:t>
            </w:r>
            <w:r w:rsidRPr="00330DBD">
              <w:rPr>
                <w:rFonts w:ascii="仿宋_GB2312" w:eastAsia="仿宋_GB2312" w:cs="仿宋_GB2312"/>
              </w:rPr>
              <w:t xml:space="preserve">:              </w:t>
            </w:r>
            <w:r w:rsidRPr="00330DBD">
              <w:rPr>
                <w:rFonts w:ascii="仿宋_GB2312" w:eastAsia="仿宋_GB2312" w:cs="仿宋_GB2312" w:hint="eastAsia"/>
              </w:rPr>
              <w:t>北至</w:t>
            </w:r>
            <w:r w:rsidRPr="00330DBD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1527" w:type="pct"/>
            <w:gridSpan w:val="6"/>
            <w:vMerge/>
            <w:vAlign w:val="center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275E9A" w:rsidRPr="00330DBD" w:rsidTr="00A60B37">
        <w:trPr>
          <w:trHeight w:val="474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 w:rsidR="00275E9A" w:rsidRPr="00330DBD" w:rsidRDefault="00275E9A" w:rsidP="00A60B37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2493" w:type="pct"/>
            <w:gridSpan w:val="17"/>
            <w:vAlign w:val="center"/>
          </w:tcPr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1.</w:t>
            </w:r>
            <w:r w:rsidRPr="00330DBD">
              <w:rPr>
                <w:rFonts w:ascii="仿宋_GB2312" w:eastAsia="仿宋_GB2312" w:cs="仿宋_GB2312" w:hint="eastAsia"/>
              </w:rPr>
              <w:t>建设用地</w:t>
            </w:r>
            <w:r w:rsidRPr="00330DBD">
              <w:rPr>
                <w:rFonts w:ascii="仿宋_GB2312" w:eastAsia="仿宋_GB2312" w:cs="仿宋_GB2312"/>
              </w:rPr>
              <w:t xml:space="preserve">    2.</w:t>
            </w:r>
            <w:r w:rsidRPr="00330DBD">
              <w:rPr>
                <w:rFonts w:ascii="仿宋_GB2312" w:eastAsia="仿宋_GB2312" w:cs="仿宋_GB2312" w:hint="eastAsia"/>
              </w:rPr>
              <w:t>未利用地</w:t>
            </w:r>
            <w:r w:rsidRPr="00330DBD">
              <w:rPr>
                <w:rFonts w:ascii="仿宋_GB2312" w:eastAsia="仿宋_GB2312" w:cs="仿宋_GB2312"/>
              </w:rPr>
              <w:t xml:space="preserve">    </w:t>
            </w:r>
          </w:p>
          <w:p w:rsidR="00275E9A" w:rsidRPr="00330DBD" w:rsidRDefault="00275E9A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3.</w:t>
            </w:r>
            <w:r w:rsidRPr="00330DBD">
              <w:rPr>
                <w:rFonts w:ascii="仿宋_GB2312" w:eastAsia="仿宋_GB2312" w:cs="仿宋_GB2312" w:hint="eastAsia"/>
              </w:rPr>
              <w:t>农用地（耕地、林地、草地、其它</w:t>
            </w:r>
            <w:r w:rsidRPr="00330DBD">
              <w:rPr>
                <w:rFonts w:ascii="仿宋_GB2312" w:eastAsia="仿宋_GB2312" w:cs="仿宋_GB2312"/>
                <w:u w:val="single"/>
              </w:rPr>
              <w:t xml:space="preserve">     </w:t>
            </w:r>
            <w:r w:rsidRPr="00330DBD">
              <w:rPr>
                <w:rFonts w:ascii="仿宋_GB2312" w:eastAsia="仿宋_GB2312" w:cs="仿宋_GB2312" w:hint="eastAsia"/>
              </w:rPr>
              <w:t>）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</w:p>
        </w:tc>
        <w:tc>
          <w:tcPr>
            <w:tcW w:w="1527" w:type="pct"/>
            <w:gridSpan w:val="6"/>
            <w:vMerge/>
            <w:vAlign w:val="center"/>
          </w:tcPr>
          <w:p w:rsidR="00275E9A" w:rsidRPr="00330DBD" w:rsidRDefault="00275E9A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275E9A" w:rsidRPr="00330DBD" w:rsidTr="00A60B37">
        <w:trPr>
          <w:trHeight w:val="458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70" w:type="pct"/>
            <w:gridSpan w:val="4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住房建筑面积</w:t>
            </w:r>
          </w:p>
        </w:tc>
        <w:tc>
          <w:tcPr>
            <w:tcW w:w="749" w:type="pct"/>
            <w:gridSpan w:val="6"/>
            <w:vAlign w:val="center"/>
          </w:tcPr>
          <w:p w:rsidR="00275E9A" w:rsidRPr="00330DBD" w:rsidRDefault="00275E9A" w:rsidP="00275E9A">
            <w:pPr>
              <w:spacing w:line="380" w:lineRule="exact"/>
              <w:ind w:leftChars="48" w:left="31680" w:firstLineChars="3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2" w:type="pct"/>
            <w:gridSpan w:val="4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建筑层数</w:t>
            </w:r>
          </w:p>
        </w:tc>
        <w:tc>
          <w:tcPr>
            <w:tcW w:w="660" w:type="pct"/>
            <w:gridSpan w:val="4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</w:t>
            </w:r>
            <w:r w:rsidRPr="00330DBD">
              <w:rPr>
                <w:rFonts w:ascii="仿宋_GB2312" w:eastAsia="仿宋_GB2312" w:cs="仿宋_GB2312" w:hint="eastAsia"/>
              </w:rPr>
              <w:t>层</w:t>
            </w:r>
          </w:p>
        </w:tc>
        <w:tc>
          <w:tcPr>
            <w:tcW w:w="749" w:type="pct"/>
            <w:gridSpan w:val="5"/>
            <w:vAlign w:val="center"/>
          </w:tcPr>
          <w:p w:rsidR="00275E9A" w:rsidRPr="00330DBD" w:rsidRDefault="00275E9A" w:rsidP="00275E9A">
            <w:pPr>
              <w:spacing w:line="380" w:lineRule="exact"/>
              <w:ind w:firstLineChars="5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建筑高度</w:t>
            </w:r>
          </w:p>
        </w:tc>
        <w:tc>
          <w:tcPr>
            <w:tcW w:w="778" w:type="pct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</w:t>
            </w:r>
            <w:r w:rsidRPr="00330DBD">
              <w:rPr>
                <w:rFonts w:ascii="仿宋_GB2312" w:eastAsia="仿宋_GB2312" w:cs="仿宋_GB2312" w:hint="eastAsia"/>
              </w:rPr>
              <w:t>米</w:t>
            </w:r>
          </w:p>
        </w:tc>
      </w:tr>
      <w:tr w:rsidR="00275E9A" w:rsidRPr="00330DBD" w:rsidTr="00A60B37">
        <w:trPr>
          <w:trHeight w:val="458"/>
        </w:trPr>
        <w:tc>
          <w:tcPr>
            <w:tcW w:w="522" w:type="pct"/>
            <w:vMerge/>
            <w:vAlign w:val="center"/>
          </w:tcPr>
          <w:p w:rsidR="00275E9A" w:rsidRPr="00330DBD" w:rsidRDefault="00275E9A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78" w:type="pct"/>
            <w:gridSpan w:val="24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是否征求相邻权利人意见：</w:t>
            </w:r>
            <w:r w:rsidRPr="00330DBD">
              <w:rPr>
                <w:rFonts w:ascii="仿宋_GB2312" w:eastAsia="仿宋_GB2312" w:cs="仿宋_GB2312"/>
              </w:rPr>
              <w:t xml:space="preserve"> 1.</w:t>
            </w:r>
            <w:r w:rsidRPr="00330DBD">
              <w:rPr>
                <w:rFonts w:ascii="仿宋_GB2312" w:eastAsia="仿宋_GB2312" w:cs="仿宋_GB2312" w:hint="eastAsia"/>
              </w:rPr>
              <w:t>是</w:t>
            </w:r>
            <w:r w:rsidRPr="00330DBD">
              <w:rPr>
                <w:rFonts w:ascii="仿宋_GB2312" w:eastAsia="仿宋_GB2312" w:cs="仿宋_GB2312"/>
              </w:rPr>
              <w:t xml:space="preserve">     2.</w:t>
            </w:r>
            <w:r w:rsidRPr="00330DBD">
              <w:rPr>
                <w:rFonts w:ascii="仿宋_GB2312" w:eastAsia="仿宋_GB2312" w:cs="仿宋_GB2312" w:hint="eastAsia"/>
              </w:rPr>
              <w:t>否</w:t>
            </w:r>
          </w:p>
        </w:tc>
      </w:tr>
      <w:tr w:rsidR="00275E9A" w:rsidRPr="00330DBD" w:rsidTr="00A60B37">
        <w:trPr>
          <w:trHeight w:val="1225"/>
        </w:trPr>
        <w:tc>
          <w:tcPr>
            <w:tcW w:w="522" w:type="pct"/>
            <w:vAlign w:val="center"/>
          </w:tcPr>
          <w:p w:rsidR="00275E9A" w:rsidRPr="00330DBD" w:rsidRDefault="00275E9A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申请</w:t>
            </w:r>
          </w:p>
          <w:p w:rsidR="00275E9A" w:rsidRPr="00330DBD" w:rsidRDefault="00275E9A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理由</w:t>
            </w:r>
          </w:p>
        </w:tc>
        <w:tc>
          <w:tcPr>
            <w:tcW w:w="4478" w:type="pct"/>
            <w:gridSpan w:val="24"/>
            <w:vAlign w:val="center"/>
          </w:tcPr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275E9A" w:rsidRPr="00330DBD" w:rsidRDefault="00275E9A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        </w:t>
            </w:r>
            <w:r w:rsidRPr="00330DBD">
              <w:rPr>
                <w:rFonts w:ascii="仿宋_GB2312" w:eastAsia="仿宋_GB2312" w:cs="仿宋_GB2312" w:hint="eastAsia"/>
              </w:rPr>
              <w:t>申请人：</w:t>
            </w:r>
            <w:r w:rsidRPr="00330DBD">
              <w:rPr>
                <w:rFonts w:ascii="仿宋_GB2312" w:eastAsia="仿宋_GB2312" w:cs="仿宋_GB2312"/>
              </w:rPr>
              <w:t xml:space="preserve">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  <w:r w:rsidRPr="00330DBD">
              <w:rPr>
                <w:rFonts w:ascii="仿宋_GB2312" w:eastAsia="仿宋_GB2312" w:cs="仿宋_GB2312"/>
              </w:rPr>
              <w:t xml:space="preserve">                             </w:t>
            </w:r>
          </w:p>
        </w:tc>
      </w:tr>
      <w:tr w:rsidR="00275E9A" w:rsidRPr="00330DBD" w:rsidTr="00A60B37">
        <w:trPr>
          <w:trHeight w:val="1422"/>
        </w:trPr>
        <w:tc>
          <w:tcPr>
            <w:tcW w:w="522" w:type="pct"/>
            <w:vAlign w:val="center"/>
          </w:tcPr>
          <w:p w:rsidR="00275E9A" w:rsidRPr="00330DBD" w:rsidRDefault="00275E9A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村民小组意见</w:t>
            </w:r>
          </w:p>
        </w:tc>
        <w:tc>
          <w:tcPr>
            <w:tcW w:w="4478" w:type="pct"/>
            <w:gridSpan w:val="24"/>
            <w:vAlign w:val="center"/>
          </w:tcPr>
          <w:p w:rsidR="00275E9A" w:rsidRPr="00330DBD" w:rsidRDefault="00275E9A" w:rsidP="00275E9A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</w:p>
          <w:p w:rsidR="00275E9A" w:rsidRPr="00330DBD" w:rsidRDefault="00275E9A" w:rsidP="00275E9A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</w:p>
          <w:p w:rsidR="00275E9A" w:rsidRPr="00330DBD" w:rsidRDefault="00275E9A" w:rsidP="00275E9A">
            <w:pPr>
              <w:spacing w:line="400" w:lineRule="exact"/>
              <w:ind w:firstLineChars="13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负责人：</w:t>
            </w:r>
            <w:r w:rsidRPr="00330DBD">
              <w:rPr>
                <w:rFonts w:ascii="仿宋_GB2312" w:eastAsia="仿宋_GB2312" w:cs="仿宋_GB2312"/>
              </w:rPr>
              <w:t xml:space="preserve">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275E9A" w:rsidRPr="00330DBD" w:rsidTr="00A60B37">
        <w:trPr>
          <w:trHeight w:val="841"/>
        </w:trPr>
        <w:tc>
          <w:tcPr>
            <w:tcW w:w="522" w:type="pct"/>
            <w:vAlign w:val="center"/>
          </w:tcPr>
          <w:p w:rsidR="00275E9A" w:rsidRPr="00330DBD" w:rsidRDefault="00275E9A" w:rsidP="00A60B37"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村集体经济组织或村民委员会意见</w:t>
            </w:r>
          </w:p>
        </w:tc>
        <w:tc>
          <w:tcPr>
            <w:tcW w:w="4478" w:type="pct"/>
            <w:gridSpan w:val="24"/>
            <w:vAlign w:val="center"/>
          </w:tcPr>
          <w:p w:rsidR="00275E9A" w:rsidRPr="00330DBD" w:rsidRDefault="00275E9A" w:rsidP="00275E9A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</w:t>
            </w:r>
          </w:p>
          <w:p w:rsidR="00275E9A" w:rsidRPr="00330DBD" w:rsidRDefault="00275E9A" w:rsidP="00275E9A">
            <w:pPr>
              <w:spacing w:line="400" w:lineRule="exact"/>
              <w:ind w:firstLineChars="15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       </w:t>
            </w:r>
            <w:r w:rsidRPr="00330DBD">
              <w:rPr>
                <w:rFonts w:ascii="仿宋_GB2312" w:eastAsia="仿宋_GB2312" w:cs="仿宋_GB2312" w:hint="eastAsia"/>
              </w:rPr>
              <w:t>（盖章）</w:t>
            </w:r>
          </w:p>
          <w:p w:rsidR="00275E9A" w:rsidRPr="00330DBD" w:rsidRDefault="00275E9A" w:rsidP="00275E9A">
            <w:pPr>
              <w:spacing w:line="380" w:lineRule="exact"/>
              <w:ind w:firstLineChars="125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负责人：</w:t>
            </w:r>
            <w:r w:rsidRPr="00330DBD">
              <w:rPr>
                <w:rFonts w:ascii="仿宋_GB2312" w:eastAsia="仿宋_GB2312" w:cs="仿宋_GB2312"/>
              </w:rPr>
              <w:t xml:space="preserve"> 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275E9A" w:rsidRPr="00EE3D32" w:rsidRDefault="00275E9A" w:rsidP="00EE3D32">
      <w:pPr>
        <w:widowControl/>
        <w:rPr>
          <w:kern w:val="0"/>
        </w:rPr>
      </w:pPr>
      <w:bookmarkStart w:id="0" w:name="_GoBack"/>
      <w:bookmarkEnd w:id="0"/>
    </w:p>
    <w:sectPr w:rsidR="00275E9A" w:rsidRPr="00EE3D32" w:rsidSect="00654B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9A" w:rsidRDefault="00275E9A">
      <w:r>
        <w:separator/>
      </w:r>
    </w:p>
  </w:endnote>
  <w:endnote w:type="continuationSeparator" w:id="0">
    <w:p w:rsidR="00275E9A" w:rsidRDefault="0027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E9A" w:rsidRDefault="00275E9A" w:rsidP="00E73CD3">
    <w:pPr>
      <w:pStyle w:val="Footer"/>
      <w:tabs>
        <w:tab w:val="clear" w:pos="8306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275E9A" w:rsidRPr="00E73CD3" w:rsidRDefault="00275E9A" w:rsidP="00E73CD3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9A" w:rsidRDefault="00275E9A">
      <w:r>
        <w:separator/>
      </w:r>
    </w:p>
  </w:footnote>
  <w:footnote w:type="continuationSeparator" w:id="0">
    <w:p w:rsidR="00275E9A" w:rsidRDefault="00275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94A3FF"/>
    <w:multiLevelType w:val="singleLevel"/>
    <w:tmpl w:val="AB94A3FF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D63578CC"/>
    <w:multiLevelType w:val="singleLevel"/>
    <w:tmpl w:val="D63578C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DF4237B1"/>
    <w:multiLevelType w:val="singleLevel"/>
    <w:tmpl w:val="DF4237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39A1DAE1"/>
    <w:multiLevelType w:val="singleLevel"/>
    <w:tmpl w:val="39A1DAE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7CA7465B"/>
    <w:multiLevelType w:val="singleLevel"/>
    <w:tmpl w:val="7CA7465B"/>
    <w:lvl w:ilvl="0">
      <w:start w:val="7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00EEC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75E9A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30DBD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142EA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3D32"/>
    <w:rsid w:val="00EE6384"/>
    <w:rsid w:val="00EF2F3C"/>
    <w:rsid w:val="00EF64A9"/>
    <w:rsid w:val="00F02134"/>
    <w:rsid w:val="00F0369C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2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4F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D6553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694F2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D6553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semiHidden/>
    <w:rsid w:val="00694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694F2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B4D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4DD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109</Words>
  <Characters>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ldj</dc:creator>
  <cp:keywords/>
  <dc:description/>
  <cp:lastModifiedBy>lenovo</cp:lastModifiedBy>
  <cp:revision>3</cp:revision>
  <cp:lastPrinted>2020-03-19T09:15:00Z</cp:lastPrinted>
  <dcterms:created xsi:type="dcterms:W3CDTF">2020-03-19T09:14:00Z</dcterms:created>
  <dcterms:modified xsi:type="dcterms:W3CDTF">2020-03-19T09:15:00Z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